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8D0CB" w14:textId="77777777" w:rsidR="002F4028" w:rsidRDefault="002F4028" w:rsidP="002F402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14:paraId="71EEEAF0" w14:textId="77777777" w:rsidR="002F4028" w:rsidRDefault="002F4028" w:rsidP="002F402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14:paraId="3BE4D2C1" w14:textId="74E956E4" w:rsidR="00D5655B" w:rsidRDefault="006F390D" w:rsidP="00D5655B">
      <w:pPr>
        <w:pStyle w:val="Vahedeta"/>
      </w:pPr>
      <w:r>
        <w:t>Päästeamet</w:t>
      </w:r>
    </w:p>
    <w:p w14:paraId="5476005E" w14:textId="2648E9CE" w:rsidR="00D5655B" w:rsidRDefault="006F390D" w:rsidP="00D5655B">
      <w:pPr>
        <w:pStyle w:val="Vahedeta"/>
      </w:pPr>
      <w:r>
        <w:t>Ohutusjärelevalve</w:t>
      </w:r>
      <w:r w:rsidR="008F0D52">
        <w:t xml:space="preserve"> </w:t>
      </w:r>
      <w:r>
        <w:t>büroo</w:t>
      </w:r>
    </w:p>
    <w:p w14:paraId="087D606D" w14:textId="77777777" w:rsidR="008F0D52" w:rsidRDefault="008F0D52" w:rsidP="00D5655B">
      <w:pPr>
        <w:pStyle w:val="Vahedeta"/>
      </w:pPr>
    </w:p>
    <w:p w14:paraId="1D061DCD" w14:textId="77777777" w:rsidR="008F0D52" w:rsidRDefault="008F0D52" w:rsidP="00D5655B">
      <w:pPr>
        <w:pStyle w:val="Vahedeta"/>
      </w:pPr>
    </w:p>
    <w:p w14:paraId="2B9427F1" w14:textId="77777777" w:rsidR="007D0A2F" w:rsidRDefault="007D0A2F" w:rsidP="00D5655B">
      <w:pPr>
        <w:pStyle w:val="Vahedeta"/>
      </w:pPr>
    </w:p>
    <w:p w14:paraId="1A662546" w14:textId="77777777" w:rsidR="007D0A2F" w:rsidRDefault="007D0A2F" w:rsidP="00D5655B">
      <w:pPr>
        <w:pStyle w:val="Vahedeta"/>
        <w:rPr>
          <w:b/>
          <w:bCs/>
        </w:rPr>
      </w:pPr>
    </w:p>
    <w:p w14:paraId="62242E31" w14:textId="3AFD16F2" w:rsidR="00D5655B" w:rsidRPr="007D0A2F" w:rsidRDefault="007D0A2F" w:rsidP="00D5655B">
      <w:pPr>
        <w:pStyle w:val="Vahedeta"/>
        <w:rPr>
          <w:b/>
          <w:bCs/>
        </w:rPr>
      </w:pPr>
      <w:r w:rsidRPr="007D0A2F">
        <w:rPr>
          <w:b/>
          <w:bCs/>
        </w:rPr>
        <w:t>Taotlus</w:t>
      </w:r>
      <w:r w:rsidR="00D5655B" w:rsidRPr="007D0A2F">
        <w:rPr>
          <w:b/>
          <w:bCs/>
        </w:rPr>
        <w:t> </w:t>
      </w:r>
    </w:p>
    <w:p w14:paraId="210D0131" w14:textId="77777777" w:rsidR="00D5655B" w:rsidRDefault="00D5655B" w:rsidP="00D5655B">
      <w:pPr>
        <w:pStyle w:val="Vahedeta"/>
      </w:pPr>
      <w:r>
        <w:t> </w:t>
      </w:r>
    </w:p>
    <w:p w14:paraId="307F4CAE" w14:textId="35327614" w:rsidR="005513D6" w:rsidRPr="007D0A2F" w:rsidRDefault="005513D6" w:rsidP="005513D6">
      <w:pPr>
        <w:rPr>
          <w:sz w:val="24"/>
          <w:szCs w:val="24"/>
          <w:lang w:eastAsia="et-EE"/>
        </w:rPr>
      </w:pPr>
      <w:r w:rsidRPr="007D0A2F">
        <w:t xml:space="preserve">Palun eemaldada järgmised AS Väätsa Agro omandis olevad hooned tuleohutusülevaatuse kohustusega hoonete </w:t>
      </w:r>
      <w:r w:rsidR="001C6D5C">
        <w:t>nimekirjast</w:t>
      </w:r>
      <w:r w:rsidRPr="007D0A2F">
        <w:t>.</w:t>
      </w:r>
    </w:p>
    <w:p w14:paraId="1A173CBC" w14:textId="77777777" w:rsidR="00E827DF" w:rsidRDefault="00E827DF" w:rsidP="005513D6"/>
    <w:p w14:paraId="006740CF" w14:textId="49068488" w:rsidR="005513D6" w:rsidRPr="007D0A2F" w:rsidRDefault="005513D6" w:rsidP="005513D6">
      <w:r w:rsidRPr="007D0A2F">
        <w:t>Hoonete nimekiri ja põhjendused:</w:t>
      </w:r>
    </w:p>
    <w:p w14:paraId="3F655C28" w14:textId="77777777" w:rsidR="005513D6" w:rsidRPr="007D0A2F" w:rsidRDefault="005513D6" w:rsidP="005513D6">
      <w:r w:rsidRPr="007D0A2F">
        <w:t xml:space="preserve">1. Järva maakond, Türi vald, Vissuvere küla, Heinaküüni. EHR kood 107013647 (hoones toimus tulekahju, hoone on lammutatud) </w:t>
      </w:r>
    </w:p>
    <w:p w14:paraId="2E8D35E4" w14:textId="77777777" w:rsidR="005513D6" w:rsidRPr="007D0A2F" w:rsidRDefault="005513D6" w:rsidP="005513D6">
      <w:r w:rsidRPr="007D0A2F">
        <w:t xml:space="preserve">2. Järva maakond, Türi vald, Väljataguse küla, Venevere farm - Venevere Laudad Nr.1,2,3 . EHR kood  10701406.  (hoones toimus tulekahju, hoone on lammutatud) </w:t>
      </w:r>
    </w:p>
    <w:p w14:paraId="7A594331" w14:textId="77777777" w:rsidR="005513D6" w:rsidRPr="007D0A2F" w:rsidRDefault="005513D6" w:rsidP="005513D6">
      <w:r w:rsidRPr="007D0A2F">
        <w:t>3. Järva maakond, Türi vald, Aasuvälja küla, Väätsa laut - Lehmalaut heinaküüniga EHR kood 107013992. ( Hoone laudaosa ei ole kasutuses, elektrit sees ei ole. Hoonest on kasutuses küüni osa)</w:t>
      </w:r>
    </w:p>
    <w:p w14:paraId="4D73A70F" w14:textId="77777777" w:rsidR="005513D6" w:rsidRPr="007D0A2F" w:rsidRDefault="005513D6" w:rsidP="005513D6">
      <w:r w:rsidRPr="007D0A2F">
        <w:t>4.Järva maakond, Türi vald, Ülejõe küla, Vana-Kubja sigala. EHR kood 107014071  (hoone ei ole kasutuses, elektripaigaldised puuduvad)</w:t>
      </w:r>
    </w:p>
    <w:p w14:paraId="68DCD8D1" w14:textId="77777777" w:rsidR="005513D6" w:rsidRPr="007D0A2F" w:rsidRDefault="005513D6" w:rsidP="005513D6"/>
    <w:p w14:paraId="3363E03F" w14:textId="77777777" w:rsidR="001C6D5C" w:rsidRDefault="001C6D5C" w:rsidP="00D5655B">
      <w:pPr>
        <w:pStyle w:val="Body2"/>
        <w:rPr>
          <w:bCs w:val="0"/>
        </w:rPr>
      </w:pPr>
    </w:p>
    <w:p w14:paraId="75FFFF23" w14:textId="77777777" w:rsidR="001C6D5C" w:rsidRDefault="001C6D5C" w:rsidP="00D5655B">
      <w:pPr>
        <w:pStyle w:val="Body2"/>
        <w:rPr>
          <w:bCs w:val="0"/>
        </w:rPr>
      </w:pPr>
    </w:p>
    <w:p w14:paraId="6E823DB0" w14:textId="199EA3D6" w:rsidR="00193FEF" w:rsidRDefault="001C6D5C" w:rsidP="00D5655B">
      <w:pPr>
        <w:pStyle w:val="Body2"/>
        <w:rPr>
          <w:bCs w:val="0"/>
        </w:rPr>
      </w:pPr>
      <w:r>
        <w:rPr>
          <w:bCs w:val="0"/>
        </w:rPr>
        <w:t>Väätsa Agro AS</w:t>
      </w:r>
    </w:p>
    <w:p w14:paraId="125A96B9" w14:textId="7998CC53" w:rsidR="001C6D5C" w:rsidRDefault="001C6D5C" w:rsidP="00D5655B">
      <w:pPr>
        <w:pStyle w:val="Body2"/>
        <w:rPr>
          <w:bCs w:val="0"/>
        </w:rPr>
      </w:pPr>
      <w:r>
        <w:rPr>
          <w:bCs w:val="0"/>
        </w:rPr>
        <w:t xml:space="preserve">Juhatuse liige </w:t>
      </w:r>
    </w:p>
    <w:p w14:paraId="33504A78" w14:textId="6F324D9A" w:rsidR="001C6D5C" w:rsidRDefault="001C6D5C" w:rsidP="00D5655B">
      <w:pPr>
        <w:pStyle w:val="Body2"/>
        <w:rPr>
          <w:bCs w:val="0"/>
        </w:rPr>
      </w:pPr>
      <w:r>
        <w:rPr>
          <w:bCs w:val="0"/>
        </w:rPr>
        <w:t>Lenno Link</w:t>
      </w:r>
    </w:p>
    <w:p w14:paraId="439888A8" w14:textId="06DB38F4" w:rsidR="00D5655B" w:rsidRPr="007D0A2F" w:rsidRDefault="00193FEF" w:rsidP="00D5655B">
      <w:r w:rsidRPr="007D0A2F">
        <w:t>/allkirjastatud digitaalselt/</w:t>
      </w:r>
    </w:p>
    <w:p w14:paraId="606F4CD5" w14:textId="77777777" w:rsidR="007B5440" w:rsidRDefault="007B5440" w:rsidP="00D5655B">
      <w:pPr>
        <w:pStyle w:val="Vahedeta"/>
        <w:rPr>
          <w:b/>
          <w:sz w:val="28"/>
          <w:szCs w:val="28"/>
        </w:rPr>
      </w:pPr>
    </w:p>
    <w:sectPr w:rsidR="007B5440" w:rsidSect="009B230D">
      <w:headerReference w:type="default" r:id="rId7"/>
      <w:footerReference w:type="default" r:id="rId8"/>
      <w:pgSz w:w="11906" w:h="16838" w:code="9"/>
      <w:pgMar w:top="1418" w:right="1418" w:bottom="1418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AB6FD" w14:textId="77777777" w:rsidR="008F485C" w:rsidRDefault="008F485C" w:rsidP="00D74CCF">
      <w:pPr>
        <w:spacing w:after="0" w:line="240" w:lineRule="auto"/>
      </w:pPr>
      <w:r>
        <w:separator/>
      </w:r>
    </w:p>
  </w:endnote>
  <w:endnote w:type="continuationSeparator" w:id="0">
    <w:p w14:paraId="56DCC76F" w14:textId="77777777" w:rsidR="008F485C" w:rsidRDefault="008F485C" w:rsidP="00D7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F4CDC" w14:textId="061D0FE8" w:rsidR="00F71DC3" w:rsidRPr="00405F96" w:rsidRDefault="00F71DC3" w:rsidP="00F71DC3">
    <w:pPr>
      <w:pStyle w:val="Jalus"/>
      <w:pBdr>
        <w:top w:val="single" w:sz="4" w:space="1" w:color="auto"/>
      </w:pBdr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 w:rsidRPr="00405F96">
      <w:rPr>
        <w:rFonts w:asciiTheme="majorHAnsi" w:hAnsiTheme="majorHAnsi"/>
        <w:noProof/>
        <w:sz w:val="20"/>
        <w:szCs w:val="20"/>
        <w:lang w:eastAsia="et-EE"/>
      </w:rPr>
      <w:drawing>
        <wp:anchor distT="0" distB="0" distL="114300" distR="114300" simplePos="0" relativeHeight="251659264" behindDoc="0" locked="0" layoutInCell="1" allowOverlap="1" wp14:anchorId="606F4CE4" wp14:editId="606F4CE5">
          <wp:simplePos x="0" y="0"/>
          <wp:positionH relativeFrom="column">
            <wp:posOffset>4986020</wp:posOffset>
          </wp:positionH>
          <wp:positionV relativeFrom="paragraph">
            <wp:posOffset>-859155</wp:posOffset>
          </wp:positionV>
          <wp:extent cx="1485900" cy="1774825"/>
          <wp:effectExtent l="0" t="0" r="0" b="0"/>
          <wp:wrapSquare wrapText="bothSides"/>
          <wp:docPr id="1865405065" name="Pilt 18654050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77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Theme="majorHAnsi" w:hAnsiTheme="majorHAnsi"/>
        <w:sz w:val="20"/>
        <w:szCs w:val="20"/>
      </w:rPr>
      <w:t>Väätsa Agro AS</w:t>
    </w:r>
    <w:r>
      <w:rPr>
        <w:rFonts w:asciiTheme="majorHAnsi" w:hAnsiTheme="majorHAnsi"/>
        <w:sz w:val="20"/>
        <w:szCs w:val="20"/>
      </w:rPr>
      <w:tab/>
    </w:r>
    <w:r w:rsidRPr="00405F96">
      <w:rPr>
        <w:rFonts w:asciiTheme="majorHAnsi" w:hAnsiTheme="majorHAnsi"/>
        <w:sz w:val="20"/>
        <w:szCs w:val="20"/>
      </w:rPr>
      <w:t>Registrikood 10069725</w:t>
    </w:r>
    <w:r w:rsidRPr="00BE7908">
      <w:rPr>
        <w:rFonts w:asciiTheme="majorHAnsi" w:hAnsiTheme="majorHAnsi"/>
        <w:sz w:val="20"/>
        <w:szCs w:val="20"/>
      </w:rPr>
      <w:t xml:space="preserve"> </w:t>
    </w:r>
    <w:r>
      <w:rPr>
        <w:rFonts w:asciiTheme="majorHAnsi" w:hAnsiTheme="majorHAnsi"/>
        <w:sz w:val="20"/>
        <w:szCs w:val="20"/>
      </w:rPr>
      <w:t xml:space="preserve">               </w:t>
    </w:r>
    <w:r w:rsidR="009A4BDB">
      <w:rPr>
        <w:rFonts w:asciiTheme="majorHAnsi" w:hAnsiTheme="majorHAnsi"/>
        <w:sz w:val="20"/>
        <w:szCs w:val="20"/>
      </w:rPr>
      <w:t>LHV</w:t>
    </w:r>
    <w:r>
      <w:rPr>
        <w:rFonts w:asciiTheme="majorHAnsi" w:hAnsiTheme="majorHAnsi"/>
        <w:sz w:val="20"/>
        <w:szCs w:val="20"/>
      </w:rPr>
      <w:t xml:space="preserve"> Pank</w:t>
    </w:r>
    <w:r w:rsidRPr="00405F96">
      <w:rPr>
        <w:rFonts w:asciiTheme="majorHAnsi" w:hAnsiTheme="majorHAnsi"/>
        <w:sz w:val="20"/>
        <w:szCs w:val="20"/>
      </w:rPr>
      <w:tab/>
    </w:r>
  </w:p>
  <w:p w14:paraId="606F4CDD" w14:textId="1A2C62FF" w:rsidR="007B5440" w:rsidRDefault="007B5440" w:rsidP="00F71DC3">
    <w:pPr>
      <w:pStyle w:val="Jalus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Tehnokeskuse</w:t>
    </w:r>
    <w:r w:rsidR="00F71DC3">
      <w:rPr>
        <w:rFonts w:asciiTheme="majorHAnsi" w:hAnsiTheme="majorHAnsi"/>
        <w:sz w:val="20"/>
        <w:szCs w:val="20"/>
      </w:rPr>
      <w:t>,</w:t>
    </w:r>
    <w:r>
      <w:rPr>
        <w:rFonts w:asciiTheme="majorHAnsi" w:hAnsiTheme="majorHAnsi"/>
        <w:sz w:val="20"/>
        <w:szCs w:val="20"/>
      </w:rPr>
      <w:tab/>
    </w:r>
    <w:r w:rsidRPr="00405F96">
      <w:rPr>
        <w:rFonts w:asciiTheme="majorHAnsi" w:hAnsiTheme="majorHAnsi"/>
        <w:sz w:val="20"/>
        <w:szCs w:val="20"/>
      </w:rPr>
      <w:t xml:space="preserve">Mob: </w:t>
    </w:r>
    <w:r>
      <w:rPr>
        <w:rFonts w:asciiTheme="majorHAnsi" w:hAnsiTheme="majorHAnsi"/>
        <w:sz w:val="20"/>
        <w:szCs w:val="20"/>
      </w:rPr>
      <w:t xml:space="preserve"> </w:t>
    </w:r>
    <w:r w:rsidRPr="00405F96">
      <w:rPr>
        <w:rFonts w:asciiTheme="majorHAnsi" w:hAnsiTheme="majorHAnsi"/>
        <w:sz w:val="20"/>
        <w:szCs w:val="20"/>
      </w:rPr>
      <w:t>526 5173</w:t>
    </w:r>
    <w:r w:rsidR="003717FB">
      <w:rPr>
        <w:rFonts w:asciiTheme="majorHAnsi" w:hAnsiTheme="majorHAnsi"/>
        <w:sz w:val="20"/>
        <w:szCs w:val="20"/>
      </w:rPr>
      <w:tab/>
      <w:t xml:space="preserve">                   </w:t>
    </w:r>
    <w:r w:rsidRPr="00BE7908">
      <w:rPr>
        <w:rFonts w:asciiTheme="majorHAnsi" w:hAnsiTheme="majorHAnsi"/>
        <w:sz w:val="20"/>
        <w:szCs w:val="20"/>
      </w:rPr>
      <w:t xml:space="preserve"> </w:t>
    </w:r>
    <w:r>
      <w:rPr>
        <w:rFonts w:asciiTheme="majorHAnsi" w:hAnsiTheme="majorHAnsi"/>
        <w:sz w:val="20"/>
        <w:szCs w:val="20"/>
      </w:rPr>
      <w:t xml:space="preserve">           </w:t>
    </w:r>
    <w:r w:rsidR="00081120" w:rsidRPr="00081120">
      <w:rPr>
        <w:rFonts w:asciiTheme="majorHAnsi" w:hAnsiTheme="majorHAnsi"/>
        <w:sz w:val="20"/>
        <w:szCs w:val="20"/>
      </w:rPr>
      <w:t>EE067700771007873255</w:t>
    </w:r>
  </w:p>
  <w:p w14:paraId="606F4CDE" w14:textId="77777777" w:rsidR="00F71DC3" w:rsidRPr="00405F96" w:rsidRDefault="007B5440" w:rsidP="00F71DC3">
    <w:pPr>
      <w:pStyle w:val="Jalus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Aasuvälja küla</w:t>
    </w:r>
    <w:r w:rsidR="00F71DC3" w:rsidRPr="00405F96">
      <w:rPr>
        <w:rFonts w:asciiTheme="majorHAnsi" w:hAnsiTheme="majorHAnsi"/>
        <w:sz w:val="20"/>
        <w:szCs w:val="20"/>
      </w:rPr>
      <w:tab/>
    </w:r>
    <w:r w:rsidRPr="00405F96">
      <w:rPr>
        <w:rFonts w:asciiTheme="majorHAnsi" w:hAnsiTheme="majorHAnsi"/>
        <w:sz w:val="20"/>
        <w:szCs w:val="20"/>
      </w:rPr>
      <w:t>E-post: info.vaatsaagro@trigondairy.com</w:t>
    </w:r>
    <w:r w:rsidRPr="00BE7908">
      <w:rPr>
        <w:rFonts w:asciiTheme="majorHAnsi" w:hAnsiTheme="majorHAnsi"/>
        <w:sz w:val="20"/>
        <w:szCs w:val="20"/>
      </w:rPr>
      <w:t xml:space="preserve"> </w:t>
    </w:r>
    <w:r>
      <w:rPr>
        <w:rFonts w:asciiTheme="majorHAnsi" w:hAnsiTheme="majorHAnsi"/>
        <w:sz w:val="20"/>
        <w:szCs w:val="20"/>
      </w:rPr>
      <w:t xml:space="preserve"> </w:t>
    </w:r>
    <w:r w:rsidR="00F71DC3" w:rsidRPr="00405F96">
      <w:rPr>
        <w:rFonts w:asciiTheme="majorHAnsi" w:hAnsiTheme="majorHAnsi"/>
        <w:sz w:val="20"/>
        <w:szCs w:val="20"/>
      </w:rPr>
      <w:tab/>
    </w:r>
  </w:p>
  <w:p w14:paraId="606F4CDF" w14:textId="77777777" w:rsidR="00F71DC3" w:rsidRPr="00405F96" w:rsidRDefault="007B5440" w:rsidP="00F71DC3">
    <w:pPr>
      <w:pStyle w:val="Jalus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7280</w:t>
    </w:r>
    <w:r w:rsidR="003717FB">
      <w:rPr>
        <w:rFonts w:asciiTheme="majorHAnsi" w:hAnsiTheme="majorHAnsi"/>
        <w:sz w:val="20"/>
        <w:szCs w:val="20"/>
      </w:rPr>
      <w:t>7</w:t>
    </w:r>
    <w:r w:rsidR="00F71DC3">
      <w:rPr>
        <w:rFonts w:asciiTheme="majorHAnsi" w:hAnsiTheme="majorHAnsi"/>
        <w:sz w:val="20"/>
        <w:szCs w:val="20"/>
      </w:rPr>
      <w:t xml:space="preserve"> Türi vald</w:t>
    </w:r>
    <w:r w:rsidR="00F71DC3" w:rsidRPr="00405F96">
      <w:rPr>
        <w:rFonts w:asciiTheme="majorHAnsi" w:hAnsiTheme="majorHAnsi"/>
        <w:sz w:val="20"/>
        <w:szCs w:val="20"/>
      </w:rPr>
      <w:tab/>
    </w:r>
    <w:r w:rsidR="00F71DC3">
      <w:rPr>
        <w:rFonts w:asciiTheme="majorHAnsi" w:hAnsiTheme="majorHAnsi"/>
        <w:sz w:val="20"/>
        <w:szCs w:val="20"/>
      </w:rPr>
      <w:t xml:space="preserve">                                  </w:t>
    </w:r>
  </w:p>
  <w:p w14:paraId="606F4CE0" w14:textId="77777777" w:rsidR="00F71DC3" w:rsidRPr="00405F96" w:rsidRDefault="00F71DC3" w:rsidP="00F71DC3">
    <w:pPr>
      <w:pStyle w:val="Jalus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 w:rsidRPr="00405F96">
      <w:rPr>
        <w:rFonts w:asciiTheme="majorHAnsi" w:hAnsiTheme="majorHAnsi"/>
        <w:sz w:val="20"/>
        <w:szCs w:val="20"/>
      </w:rPr>
      <w:t>Järva maakond</w:t>
    </w:r>
    <w:r w:rsidRPr="00405F96"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 xml:space="preserve">                          </w:t>
    </w:r>
  </w:p>
  <w:p w14:paraId="606F4CE1" w14:textId="77777777" w:rsidR="00D74CCF" w:rsidRPr="00F71DC3" w:rsidRDefault="00D74CCF" w:rsidP="00F71DC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A9F30" w14:textId="77777777" w:rsidR="008F485C" w:rsidRDefault="008F485C" w:rsidP="00D74CCF">
      <w:pPr>
        <w:spacing w:after="0" w:line="240" w:lineRule="auto"/>
      </w:pPr>
      <w:r>
        <w:separator/>
      </w:r>
    </w:p>
  </w:footnote>
  <w:footnote w:type="continuationSeparator" w:id="0">
    <w:p w14:paraId="48AB0F67" w14:textId="77777777" w:rsidR="008F485C" w:rsidRDefault="008F485C" w:rsidP="00D74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F4CDA" w14:textId="77777777" w:rsidR="00D74CCF" w:rsidRDefault="003A3981">
    <w:pPr>
      <w:pStyle w:val="Pis"/>
    </w:pPr>
    <w:r>
      <w:rPr>
        <w:noProof/>
        <w:lang w:eastAsia="et-EE"/>
      </w:rPr>
      <w:drawing>
        <wp:inline distT="0" distB="0" distL="0" distR="0" wp14:anchorId="606F4CE2" wp14:editId="2CE26459">
          <wp:extent cx="3600450" cy="982980"/>
          <wp:effectExtent l="0" t="0" r="0" b="7620"/>
          <wp:docPr id="616767673" name="Pilt 6167676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982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6F4CDB" w14:textId="77777777" w:rsidR="00D74CCF" w:rsidRDefault="00D74C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849EA"/>
    <w:multiLevelType w:val="hybridMultilevel"/>
    <w:tmpl w:val="863873DA"/>
    <w:lvl w:ilvl="0" w:tplc="E3D855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Theme="minorHAnsi" w:hAnsiTheme="minorHAns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7833228">
    <w:abstractNumId w:val="0"/>
  </w:num>
  <w:num w:numId="2" w16cid:durableId="1541169527">
    <w:abstractNumId w:val="1"/>
  </w:num>
  <w:num w:numId="3" w16cid:durableId="417605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4" w16cid:durableId="1279945304">
    <w:abstractNumId w:val="1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5" w16cid:durableId="1154761098">
    <w:abstractNumId w:val="1"/>
    <w:lvlOverride w:ilvl="0">
      <w:startOverride w:val="1"/>
    </w:lvlOverride>
    <w:lvlOverride w:ilvl="1">
      <w:startOverride w:val="2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27"/>
    <w:rsid w:val="00067EBB"/>
    <w:rsid w:val="00067EFF"/>
    <w:rsid w:val="00081120"/>
    <w:rsid w:val="000B6973"/>
    <w:rsid w:val="00125312"/>
    <w:rsid w:val="001442BE"/>
    <w:rsid w:val="00193FEF"/>
    <w:rsid w:val="0019642D"/>
    <w:rsid w:val="001C6D5C"/>
    <w:rsid w:val="001E63A8"/>
    <w:rsid w:val="001F360F"/>
    <w:rsid w:val="002071EF"/>
    <w:rsid w:val="00224463"/>
    <w:rsid w:val="00295250"/>
    <w:rsid w:val="002A3FA4"/>
    <w:rsid w:val="002B7C10"/>
    <w:rsid w:val="002F012D"/>
    <w:rsid w:val="002F0C76"/>
    <w:rsid w:val="002F4028"/>
    <w:rsid w:val="003717FB"/>
    <w:rsid w:val="003A3981"/>
    <w:rsid w:val="003D4D74"/>
    <w:rsid w:val="003E2857"/>
    <w:rsid w:val="00405F96"/>
    <w:rsid w:val="0040755B"/>
    <w:rsid w:val="00440E8C"/>
    <w:rsid w:val="004736EB"/>
    <w:rsid w:val="00482478"/>
    <w:rsid w:val="004904C1"/>
    <w:rsid w:val="004C38F0"/>
    <w:rsid w:val="00502685"/>
    <w:rsid w:val="00506C1F"/>
    <w:rsid w:val="00521104"/>
    <w:rsid w:val="005513D6"/>
    <w:rsid w:val="005971CA"/>
    <w:rsid w:val="005A2196"/>
    <w:rsid w:val="005C1285"/>
    <w:rsid w:val="005E572B"/>
    <w:rsid w:val="00612892"/>
    <w:rsid w:val="0062420C"/>
    <w:rsid w:val="00647DBA"/>
    <w:rsid w:val="006F390D"/>
    <w:rsid w:val="0077413C"/>
    <w:rsid w:val="00785DBE"/>
    <w:rsid w:val="007B4E15"/>
    <w:rsid w:val="007B5440"/>
    <w:rsid w:val="007C2E94"/>
    <w:rsid w:val="007D0A2F"/>
    <w:rsid w:val="007D7542"/>
    <w:rsid w:val="007E07FF"/>
    <w:rsid w:val="00804D79"/>
    <w:rsid w:val="0080698B"/>
    <w:rsid w:val="00830BA2"/>
    <w:rsid w:val="008408F7"/>
    <w:rsid w:val="008426EA"/>
    <w:rsid w:val="0085768F"/>
    <w:rsid w:val="00863A05"/>
    <w:rsid w:val="00877610"/>
    <w:rsid w:val="008C658F"/>
    <w:rsid w:val="008D452C"/>
    <w:rsid w:val="008F0D52"/>
    <w:rsid w:val="008F35D2"/>
    <w:rsid w:val="008F485C"/>
    <w:rsid w:val="00920E2D"/>
    <w:rsid w:val="009314A1"/>
    <w:rsid w:val="0094657C"/>
    <w:rsid w:val="00950EDF"/>
    <w:rsid w:val="00967866"/>
    <w:rsid w:val="00976962"/>
    <w:rsid w:val="009919D3"/>
    <w:rsid w:val="009A0A56"/>
    <w:rsid w:val="009A4BDB"/>
    <w:rsid w:val="009B230D"/>
    <w:rsid w:val="00A42BEE"/>
    <w:rsid w:val="00A742B0"/>
    <w:rsid w:val="00A806A9"/>
    <w:rsid w:val="00AA346D"/>
    <w:rsid w:val="00AB5BDE"/>
    <w:rsid w:val="00AF0A38"/>
    <w:rsid w:val="00B36160"/>
    <w:rsid w:val="00BE1A8B"/>
    <w:rsid w:val="00C1642A"/>
    <w:rsid w:val="00C36E56"/>
    <w:rsid w:val="00CA40AC"/>
    <w:rsid w:val="00CB4D73"/>
    <w:rsid w:val="00CE3B6D"/>
    <w:rsid w:val="00D22998"/>
    <w:rsid w:val="00D43B4F"/>
    <w:rsid w:val="00D5655B"/>
    <w:rsid w:val="00D734EC"/>
    <w:rsid w:val="00D74CCF"/>
    <w:rsid w:val="00D919AA"/>
    <w:rsid w:val="00DB4367"/>
    <w:rsid w:val="00DF5B93"/>
    <w:rsid w:val="00E40421"/>
    <w:rsid w:val="00E4298D"/>
    <w:rsid w:val="00E544AA"/>
    <w:rsid w:val="00E827DF"/>
    <w:rsid w:val="00EE79AB"/>
    <w:rsid w:val="00F16242"/>
    <w:rsid w:val="00F21A54"/>
    <w:rsid w:val="00F47459"/>
    <w:rsid w:val="00F52F27"/>
    <w:rsid w:val="00F7016B"/>
    <w:rsid w:val="00F71DC3"/>
    <w:rsid w:val="00FE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F4CD4"/>
  <w15:docId w15:val="{14C3CD6D-2DCA-47A7-A331-49459348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544AA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4D7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D7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74CCF"/>
  </w:style>
  <w:style w:type="paragraph" w:styleId="Jalus">
    <w:name w:val="footer"/>
    <w:basedOn w:val="Normaallaad"/>
    <w:link w:val="JalusMrk"/>
    <w:uiPriority w:val="99"/>
    <w:unhideWhenUsed/>
    <w:rsid w:val="00D7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74CCF"/>
  </w:style>
  <w:style w:type="character" w:styleId="Hperlink">
    <w:name w:val="Hyperlink"/>
    <w:basedOn w:val="Liguvaikefont"/>
    <w:uiPriority w:val="99"/>
    <w:unhideWhenUsed/>
    <w:rsid w:val="004736EB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2A3FA4"/>
    <w:pPr>
      <w:ind w:left="720"/>
      <w:contextualSpacing/>
    </w:pPr>
  </w:style>
  <w:style w:type="paragraph" w:customStyle="1" w:styleId="Level5">
    <w:name w:val="Level5"/>
    <w:basedOn w:val="Loendijtk5"/>
    <w:qFormat/>
    <w:rsid w:val="008408F7"/>
    <w:pPr>
      <w:numPr>
        <w:ilvl w:val="4"/>
        <w:numId w:val="2"/>
      </w:numPr>
      <w:tabs>
        <w:tab w:val="num" w:pos="360"/>
      </w:tabs>
      <w:ind w:left="1415" w:firstLine="0"/>
    </w:pPr>
    <w:rPr>
      <w:rFonts w:eastAsia="Times New Roman"/>
      <w:lang w:eastAsia="et-EE"/>
    </w:rPr>
  </w:style>
  <w:style w:type="paragraph" w:customStyle="1" w:styleId="Body2">
    <w:name w:val="Body2"/>
    <w:link w:val="Body2Char"/>
    <w:qFormat/>
    <w:rsid w:val="008408F7"/>
    <w:pPr>
      <w:spacing w:after="160" w:line="259" w:lineRule="auto"/>
    </w:pPr>
    <w:rPr>
      <w:rFonts w:ascii="Arial" w:eastAsia="Times New Roman" w:hAnsi="Arial"/>
      <w:bCs/>
      <w:szCs w:val="22"/>
    </w:rPr>
  </w:style>
  <w:style w:type="paragraph" w:customStyle="1" w:styleId="Level1">
    <w:name w:val="Level1"/>
    <w:basedOn w:val="Loenditpp"/>
    <w:qFormat/>
    <w:rsid w:val="008408F7"/>
    <w:pPr>
      <w:tabs>
        <w:tab w:val="left" w:pos="567"/>
      </w:tabs>
      <w:spacing w:after="160" w:line="259" w:lineRule="auto"/>
      <w:ind w:left="720"/>
      <w:contextualSpacing w:val="0"/>
    </w:pPr>
    <w:rPr>
      <w:rFonts w:ascii="Arial" w:eastAsia="Times New Roman" w:hAnsi="Arial"/>
      <w:b/>
      <w:bCs/>
      <w:caps/>
      <w:sz w:val="20"/>
      <w:lang w:eastAsia="et-EE"/>
    </w:rPr>
  </w:style>
  <w:style w:type="character" w:customStyle="1" w:styleId="Body2Char">
    <w:name w:val="Body2 Char"/>
    <w:basedOn w:val="Liguvaikefont"/>
    <w:link w:val="Body2"/>
    <w:rsid w:val="008408F7"/>
    <w:rPr>
      <w:rFonts w:ascii="Arial" w:eastAsia="Times New Roman" w:hAnsi="Arial"/>
      <w:bCs/>
      <w:szCs w:val="22"/>
    </w:rPr>
  </w:style>
  <w:style w:type="paragraph" w:customStyle="1" w:styleId="Level2">
    <w:name w:val="Level2"/>
    <w:basedOn w:val="Loenditpp2"/>
    <w:link w:val="Level2Char"/>
    <w:qFormat/>
    <w:rsid w:val="008408F7"/>
    <w:pPr>
      <w:numPr>
        <w:ilvl w:val="1"/>
        <w:numId w:val="2"/>
      </w:numPr>
      <w:tabs>
        <w:tab w:val="left" w:pos="567"/>
      </w:tabs>
      <w:spacing w:after="160" w:line="259" w:lineRule="auto"/>
      <w:contextualSpacing w:val="0"/>
    </w:pPr>
    <w:rPr>
      <w:rFonts w:ascii="Arial" w:eastAsia="Times New Roman" w:hAnsi="Arial"/>
      <w:sz w:val="20"/>
      <w:lang w:eastAsia="et-EE"/>
    </w:rPr>
  </w:style>
  <w:style w:type="paragraph" w:customStyle="1" w:styleId="Level3">
    <w:name w:val="Level3"/>
    <w:basedOn w:val="Loenditpp3"/>
    <w:link w:val="Level3Char"/>
    <w:qFormat/>
    <w:rsid w:val="008408F7"/>
    <w:pPr>
      <w:numPr>
        <w:ilvl w:val="2"/>
        <w:numId w:val="2"/>
      </w:numPr>
      <w:spacing w:after="160" w:line="259" w:lineRule="auto"/>
      <w:contextualSpacing w:val="0"/>
    </w:pPr>
    <w:rPr>
      <w:rFonts w:ascii="Arial" w:eastAsia="Times New Roman" w:hAnsi="Arial"/>
      <w:sz w:val="20"/>
      <w:lang w:eastAsia="et-EE"/>
    </w:rPr>
  </w:style>
  <w:style w:type="character" w:customStyle="1" w:styleId="Level2Char">
    <w:name w:val="Level2 Char"/>
    <w:basedOn w:val="Liguvaikefont"/>
    <w:link w:val="Level2"/>
    <w:rsid w:val="008408F7"/>
    <w:rPr>
      <w:rFonts w:ascii="Arial" w:eastAsia="Times New Roman" w:hAnsi="Arial"/>
      <w:szCs w:val="22"/>
    </w:rPr>
  </w:style>
  <w:style w:type="character" w:customStyle="1" w:styleId="Level3Char">
    <w:name w:val="Level3 Char"/>
    <w:basedOn w:val="Liguvaikefont"/>
    <w:link w:val="Level3"/>
    <w:rsid w:val="008408F7"/>
    <w:rPr>
      <w:rFonts w:ascii="Arial" w:eastAsia="Times New Roman" w:hAnsi="Arial"/>
      <w:szCs w:val="22"/>
    </w:rPr>
  </w:style>
  <w:style w:type="paragraph" w:customStyle="1" w:styleId="Level4">
    <w:name w:val="Level4"/>
    <w:basedOn w:val="Loenditpp4"/>
    <w:link w:val="Level4Char"/>
    <w:qFormat/>
    <w:rsid w:val="008408F7"/>
    <w:pPr>
      <w:numPr>
        <w:ilvl w:val="3"/>
        <w:numId w:val="2"/>
      </w:numPr>
      <w:spacing w:after="160" w:line="259" w:lineRule="auto"/>
      <w:contextualSpacing w:val="0"/>
    </w:pPr>
    <w:rPr>
      <w:rFonts w:ascii="Arial" w:eastAsia="Times New Roman" w:hAnsi="Arial"/>
      <w:sz w:val="20"/>
      <w:lang w:eastAsia="et-EE"/>
    </w:rPr>
  </w:style>
  <w:style w:type="character" w:customStyle="1" w:styleId="Level4Char">
    <w:name w:val="Level4 Char"/>
    <w:basedOn w:val="Level3Char"/>
    <w:link w:val="Level4"/>
    <w:rsid w:val="008408F7"/>
    <w:rPr>
      <w:rFonts w:ascii="Arial" w:eastAsia="Times New Roman" w:hAnsi="Arial"/>
      <w:szCs w:val="22"/>
    </w:rPr>
  </w:style>
  <w:style w:type="paragraph" w:styleId="Vahedeta">
    <w:name w:val="No Spacing"/>
    <w:uiPriority w:val="1"/>
    <w:rsid w:val="008408F7"/>
    <w:rPr>
      <w:rFonts w:ascii="Arial" w:eastAsia="Times New Roman" w:hAnsi="Arial"/>
      <w:szCs w:val="22"/>
    </w:rPr>
  </w:style>
  <w:style w:type="paragraph" w:customStyle="1" w:styleId="TableSignature">
    <w:name w:val="TableSignature"/>
    <w:rsid w:val="008408F7"/>
    <w:pPr>
      <w:keepNext/>
      <w:ind w:left="-113"/>
    </w:pPr>
    <w:rPr>
      <w:rFonts w:ascii="Arial" w:eastAsia="Times New Roman" w:hAnsi="Arial"/>
      <w:bCs/>
      <w:szCs w:val="22"/>
    </w:rPr>
  </w:style>
  <w:style w:type="paragraph" w:customStyle="1" w:styleId="TableSignatureLast">
    <w:name w:val="TableSignatureLast"/>
    <w:rsid w:val="008408F7"/>
    <w:pPr>
      <w:ind w:left="-113"/>
    </w:pPr>
    <w:rPr>
      <w:rFonts w:ascii="Arial" w:eastAsia="Times New Roman" w:hAnsi="Arial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8408F7"/>
    <w:rPr>
      <w:rFonts w:asciiTheme="minorHAnsi" w:eastAsiaTheme="minorHAnsi" w:hAnsiTheme="minorHAnsi" w:cstheme="minorBid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oendijtk5">
    <w:name w:val="List Continue 5"/>
    <w:basedOn w:val="Normaallaad"/>
    <w:uiPriority w:val="99"/>
    <w:semiHidden/>
    <w:unhideWhenUsed/>
    <w:rsid w:val="008408F7"/>
    <w:pPr>
      <w:spacing w:after="120"/>
      <w:ind w:left="1415"/>
      <w:contextualSpacing/>
    </w:pPr>
  </w:style>
  <w:style w:type="paragraph" w:styleId="Loenditpp">
    <w:name w:val="List Bullet"/>
    <w:basedOn w:val="Normaallaad"/>
    <w:uiPriority w:val="99"/>
    <w:semiHidden/>
    <w:unhideWhenUsed/>
    <w:rsid w:val="008408F7"/>
    <w:pPr>
      <w:ind w:left="567" w:hanging="567"/>
      <w:contextualSpacing/>
    </w:pPr>
  </w:style>
  <w:style w:type="paragraph" w:styleId="Loenditpp2">
    <w:name w:val="List Bullet 2"/>
    <w:basedOn w:val="Normaallaad"/>
    <w:uiPriority w:val="99"/>
    <w:semiHidden/>
    <w:unhideWhenUsed/>
    <w:rsid w:val="008408F7"/>
    <w:pPr>
      <w:ind w:left="567" w:hanging="567"/>
      <w:contextualSpacing/>
    </w:pPr>
  </w:style>
  <w:style w:type="paragraph" w:styleId="Loenditpp3">
    <w:name w:val="List Bullet 3"/>
    <w:basedOn w:val="Normaallaad"/>
    <w:uiPriority w:val="99"/>
    <w:semiHidden/>
    <w:unhideWhenUsed/>
    <w:rsid w:val="008408F7"/>
    <w:pPr>
      <w:ind w:left="567" w:hanging="567"/>
      <w:contextualSpacing/>
    </w:pPr>
  </w:style>
  <w:style w:type="paragraph" w:styleId="Loenditpp4">
    <w:name w:val="List Bullet 4"/>
    <w:basedOn w:val="Normaallaad"/>
    <w:uiPriority w:val="99"/>
    <w:semiHidden/>
    <w:unhideWhenUsed/>
    <w:rsid w:val="008408F7"/>
    <w:pPr>
      <w:ind w:left="567" w:hanging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sutaja\LOCALS~1\Temp\blankett.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blankett..dot</Template>
  <TotalTime>11</TotalTime>
  <Pages>1</Pages>
  <Words>130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Malle</dc:creator>
  <cp:lastModifiedBy>Lenno Link</cp:lastModifiedBy>
  <cp:revision>12</cp:revision>
  <cp:lastPrinted>2012-12-18T14:49:00Z</cp:lastPrinted>
  <dcterms:created xsi:type="dcterms:W3CDTF">2025-02-12T08:57:00Z</dcterms:created>
  <dcterms:modified xsi:type="dcterms:W3CDTF">2025-02-12T09:07:00Z</dcterms:modified>
</cp:coreProperties>
</file>